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F5FBBA9" w14:textId="445CE932" w:rsidR="000A40FD" w:rsidRDefault="008B1A2C" w:rsidP="00B87D91">
      <w:pPr>
        <w:rPr>
          <w:b/>
          <w:color w:val="FF5200" w:themeColor="accent2"/>
          <w:sz w:val="36"/>
          <w:szCs w:val="36"/>
        </w:rPr>
      </w:pPr>
      <w:r w:rsidRPr="00192635">
        <w:rPr>
          <w:b/>
          <w:color w:val="FF5200" w:themeColor="accent2"/>
          <w:sz w:val="36"/>
          <w:szCs w:val="36"/>
        </w:rPr>
        <w:t>Krycí list nabídky</w:t>
      </w:r>
      <w:r w:rsidR="0031280B" w:rsidRPr="00192635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B7E62" w:rsidRPr="002B7E62">
        <w:rPr>
          <w:rFonts w:ascii="Verdana" w:eastAsia="Calibri" w:hAnsi="Verdana"/>
          <w:b/>
          <w:color w:val="FF5200" w:themeColor="accent2"/>
          <w:sz w:val="36"/>
          <w:szCs w:val="36"/>
        </w:rPr>
        <w:t>Dodávka návěstidel pro pomalé jízdy pro OŘ Brno</w:t>
      </w:r>
      <w:r w:rsidR="0031280B" w:rsidRPr="000A40FD">
        <w:rPr>
          <w:b/>
          <w:color w:val="FF5200" w:themeColor="accent2"/>
          <w:sz w:val="36"/>
          <w:szCs w:val="36"/>
        </w:rPr>
        <w:t>“</w:t>
      </w:r>
      <w:r w:rsidR="000128D4" w:rsidRPr="000A40FD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C8EB492" w:rsidR="008B1A2C" w:rsidRPr="000A40FD" w:rsidRDefault="000128D4" w:rsidP="00B87D91">
      <w:pPr>
        <w:rPr>
          <w:b/>
          <w:color w:val="FF5200" w:themeColor="accent2"/>
          <w:sz w:val="24"/>
          <w:szCs w:val="24"/>
        </w:rPr>
      </w:pPr>
      <w:r w:rsidRPr="000A40FD">
        <w:rPr>
          <w:b/>
          <w:color w:val="FF5200" w:themeColor="accent2"/>
          <w:sz w:val="24"/>
          <w:szCs w:val="24"/>
        </w:rPr>
        <w:t xml:space="preserve">vedené pod </w:t>
      </w:r>
      <w:r w:rsidRPr="000A40F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 xml:space="preserve">č.j. 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6A3FE651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3F46E15" w:rsidR="00E34D19" w:rsidRDefault="002B7E6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7BC8306" w:rsidR="00E34D19" w:rsidRDefault="002B7E6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0A43274" w:rsidR="00E34D19" w:rsidRDefault="002B7E6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 xml:space="preserve">Kapitola </w:t>
            </w:r>
            <w:r w:rsidR="000A40FD">
              <w:rPr>
                <w:rStyle w:val="Hypertextovodkaz"/>
                <w:noProof/>
              </w:rPr>
              <w:t>4</w:t>
            </w:r>
            <w:r w:rsidR="00E34D19" w:rsidRPr="00F80E7C">
              <w:rPr>
                <w:rStyle w:val="Hypertextovodkaz"/>
                <w:noProof/>
              </w:rPr>
              <w:t>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00BFA11D" w:rsidR="00E34D19" w:rsidRDefault="002B7E6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Kapitola </w:t>
            </w:r>
            <w:r w:rsidR="000A40FD">
              <w:rPr>
                <w:rStyle w:val="Hypertextovodkaz"/>
                <w:rFonts w:eastAsia="Times New Roman"/>
                <w:noProof/>
              </w:rPr>
              <w:t>5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>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29941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4D492F33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BA49DCF" w14:textId="1708C7DF" w:rsidR="00A84E16" w:rsidRDefault="00A84E16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Organizační jednotka zadavatele: Oblastní ředitelství Brno</w:t>
      </w:r>
    </w:p>
    <w:p w14:paraId="46E87F71" w14:textId="6CF16132" w:rsidR="00A84E16" w:rsidRPr="004E1498" w:rsidRDefault="00A84E16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Zastoupena: </w:t>
      </w:r>
      <w:r>
        <w:t>Ing. Liborem Tkáčem, MBA - ředitelem Oblastního ředitelství Brno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A31EBF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84E16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254EFD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B7E6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B7E6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299413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2994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356B6">
        <w:rPr>
          <w:rFonts w:eastAsia="Times New Roman" w:cs="Times New Roman"/>
          <w:lang w:eastAsia="cs-CZ"/>
        </w:rPr>
        <w:t xml:space="preserve">tuto </w:t>
      </w:r>
      <w:r w:rsidR="00A327CB" w:rsidRPr="009356B6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0CB6090" w:rsidR="00E85D44" w:rsidRDefault="00E85D44">
      <w:r>
        <w:br w:type="page"/>
      </w:r>
    </w:p>
    <w:p w14:paraId="65C4DD60" w14:textId="3BD42248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299413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6164BE4E" w:rsidR="002126E7" w:rsidRPr="000A40FD" w:rsidRDefault="002126E7" w:rsidP="002126E7">
      <w:pPr>
        <w:rPr>
          <w:lang w:eastAsia="cs-CZ"/>
        </w:rPr>
      </w:pPr>
      <w:r w:rsidRPr="000A40FD">
        <w:rPr>
          <w:lang w:eastAsia="cs-CZ"/>
        </w:rPr>
        <w:t>V …………………… dne ………………………</w:t>
      </w:r>
    </w:p>
    <w:p w14:paraId="70E5A467" w14:textId="68B2EB78" w:rsidR="00192635" w:rsidRDefault="00192635" w:rsidP="002126E7">
      <w:pPr>
        <w:rPr>
          <w:lang w:eastAsia="cs-CZ"/>
        </w:rPr>
      </w:pPr>
    </w:p>
    <w:p w14:paraId="33005434" w14:textId="77777777" w:rsidR="006A5F1D" w:rsidRDefault="006A5F1D" w:rsidP="002126E7">
      <w:pPr>
        <w:rPr>
          <w:lang w:eastAsia="cs-CZ"/>
        </w:rPr>
      </w:pPr>
    </w:p>
    <w:p w14:paraId="7173F2A8" w14:textId="31D03F0F" w:rsidR="00192635" w:rsidRDefault="000A40FD" w:rsidP="00192635">
      <w:pPr>
        <w:pStyle w:val="Bezmezer"/>
      </w:pPr>
      <w:r>
        <w:t>……………………………………</w:t>
      </w:r>
    </w:p>
    <w:p w14:paraId="08311823" w14:textId="77777777" w:rsidR="00192635" w:rsidRPr="001D0DEB" w:rsidRDefault="00192635" w:rsidP="00192635">
      <w:pPr>
        <w:pStyle w:val="Bezmezer"/>
        <w:rPr>
          <w:i/>
        </w:rPr>
      </w:pPr>
      <w:r w:rsidRPr="001D0DEB">
        <w:rPr>
          <w:i/>
        </w:rPr>
        <w:t>(podepsáno elektronicky)</w:t>
      </w:r>
    </w:p>
    <w:p w14:paraId="2EC0A7ED" w14:textId="77777777" w:rsidR="00192635" w:rsidRDefault="00192635" w:rsidP="002126E7">
      <w:pPr>
        <w:rPr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63"/>
      </w:tblGrid>
      <w:tr w:rsidR="00A84E16" w14:paraId="149868E5" w14:textId="77777777" w:rsidTr="00A84E16">
        <w:tc>
          <w:tcPr>
            <w:tcW w:w="6263" w:type="dxa"/>
          </w:tcPr>
          <w:p w14:paraId="05E3F0C5" w14:textId="24490034" w:rsidR="00192635" w:rsidRPr="00192635" w:rsidRDefault="00192635" w:rsidP="00192635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</w:tr>
      <w:tr w:rsidR="00A84E16" w14:paraId="60B04068" w14:textId="77777777" w:rsidTr="00A84E16">
        <w:trPr>
          <w:trHeight w:val="72"/>
        </w:trPr>
        <w:tc>
          <w:tcPr>
            <w:tcW w:w="6263" w:type="dxa"/>
          </w:tcPr>
          <w:p w14:paraId="40B451BB" w14:textId="37D0FFEA" w:rsidR="00A84E16" w:rsidRPr="00A84E16" w:rsidRDefault="00A84E16" w:rsidP="00A84E16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</w:tr>
    </w:tbl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970C9D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E6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E6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17045E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E6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E6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66E1AB17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9CADB51" w14:textId="77777777" w:rsidR="00A84E16" w:rsidRPr="00B45E9E" w:rsidRDefault="00A84E16" w:rsidP="00A84E16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064C99E8" w14:textId="77777777" w:rsidR="00A84E16" w:rsidRPr="00B45E9E" w:rsidRDefault="00A84E16" w:rsidP="00A84E16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3F9D14E1" w14:textId="43B906D6" w:rsidR="00A327CB" w:rsidRDefault="00A84E16" w:rsidP="00A84E16">
          <w:pPr>
            <w:pStyle w:val="Zpat"/>
          </w:pPr>
          <w:r>
            <w:rPr>
              <w:b/>
            </w:rPr>
            <w:t>611 43 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0FD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2635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B7E62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5F1D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56B6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64F8"/>
    <w:rsid w:val="009C261E"/>
    <w:rsid w:val="009D3107"/>
    <w:rsid w:val="009E07F4"/>
    <w:rsid w:val="009F392E"/>
    <w:rsid w:val="00A07EA0"/>
    <w:rsid w:val="00A327CB"/>
    <w:rsid w:val="00A6177B"/>
    <w:rsid w:val="00A66136"/>
    <w:rsid w:val="00A84E1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40E4F-FC5B-45C3-BCBA-24098A5C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7</Pages>
  <Words>1115</Words>
  <Characters>6581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Maršíková Iva</cp:lastModifiedBy>
  <cp:revision>7</cp:revision>
  <cp:lastPrinted>2017-11-28T17:18:00Z</cp:lastPrinted>
  <dcterms:created xsi:type="dcterms:W3CDTF">2022-05-26T10:50:00Z</dcterms:created>
  <dcterms:modified xsi:type="dcterms:W3CDTF">2022-08-25T08:37:00Z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